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62D" w:rsidRDefault="00667BA1">
      <w:pPr>
        <w:pStyle w:val="Standard"/>
      </w:pPr>
      <w:r>
        <w:rPr>
          <w:b/>
        </w:rPr>
        <w:t>Geometry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9762D" w:rsidRDefault="00667BA1">
      <w:pPr>
        <w:pStyle w:val="Standard"/>
        <w:rPr>
          <w:b/>
        </w:rPr>
      </w:pPr>
      <w:r>
        <w:rPr>
          <w:b/>
        </w:rPr>
        <w:t>Mrs. Greer/Mrs. Britton</w:t>
      </w:r>
    </w:p>
    <w:p w:rsidR="0089762D" w:rsidRDefault="00667BA1">
      <w:pPr>
        <w:pStyle w:val="Standard"/>
      </w:pPr>
      <w:r>
        <w:rPr>
          <w:b/>
        </w:rPr>
        <w:t>Section 3.5:  Variables on both sides</w:t>
      </w:r>
      <w:r>
        <w:tab/>
      </w:r>
      <w:r>
        <w:tab/>
        <w:t xml:space="preserve">Date: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9762D" w:rsidRDefault="0089762D">
      <w:pPr>
        <w:pStyle w:val="Standard"/>
      </w:pPr>
    </w:p>
    <w:p w:rsidR="0089762D" w:rsidRDefault="0089762D">
      <w:pPr>
        <w:pStyle w:val="Standard"/>
        <w:rPr>
          <w:sz w:val="10"/>
          <w:szCs w:val="10"/>
        </w:rPr>
      </w:pPr>
    </w:p>
    <w:p w:rsidR="0089762D" w:rsidRDefault="00667BA1">
      <w:pPr>
        <w:pStyle w:val="Standard"/>
      </w:pPr>
      <w:r>
        <w:rPr>
          <w:b/>
        </w:rPr>
        <w:t xml:space="preserve">Solve each equation.  </w:t>
      </w:r>
      <w:r>
        <w:rPr>
          <w:b/>
          <w:i/>
          <w:sz w:val="28"/>
          <w:szCs w:val="28"/>
        </w:rPr>
        <w:t xml:space="preserve">**SHOW ALL </w:t>
      </w:r>
      <w:proofErr w:type="gramStart"/>
      <w:r>
        <w:rPr>
          <w:b/>
          <w:i/>
          <w:sz w:val="28"/>
          <w:szCs w:val="28"/>
        </w:rPr>
        <w:t>YOUR</w:t>
      </w:r>
      <w:proofErr w:type="gramEnd"/>
      <w:r>
        <w:rPr>
          <w:b/>
          <w:i/>
          <w:sz w:val="28"/>
          <w:szCs w:val="28"/>
        </w:rPr>
        <w:t xml:space="preserve"> WORK**</w:t>
      </w:r>
    </w:p>
    <w:p w:rsidR="0089762D" w:rsidRDefault="0089762D">
      <w:pPr>
        <w:pStyle w:val="Standard"/>
        <w:rPr>
          <w:sz w:val="28"/>
          <w:szCs w:val="28"/>
        </w:rPr>
      </w:pPr>
    </w:p>
    <w:tbl>
      <w:tblPr>
        <w:tblW w:w="9586" w:type="dxa"/>
        <w:tblInd w:w="-1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88"/>
        <w:gridCol w:w="4798"/>
      </w:tblGrid>
      <w:tr w:rsidR="0089762D" w:rsidTr="0089762D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62D" w:rsidRDefault="00667BA1">
            <w:pPr>
              <w:pStyle w:val="Standard"/>
            </w:pPr>
            <w:r>
              <w:t xml:space="preserve">1.     </w:t>
            </w:r>
            <w:r w:rsidR="0089762D">
              <w:object w:dxaOrig="18480" w:dyaOrig="3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1" o:spid="_x0000_i1025" type="#_x0000_t75" style="width:76.5pt;height:14.25pt;visibility:visible;mso-wrap-style:square" o:ole="">
                  <v:imagedata r:id="rId6" o:title=""/>
                </v:shape>
                <o:OLEObject Type="Embed" ProgID="Equation.DSMT4" ShapeID="Object1" DrawAspect="Content" ObjectID="_1503374928" r:id="rId7"/>
              </w:object>
            </w: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62D" w:rsidRDefault="00667BA1">
            <w:pPr>
              <w:pStyle w:val="Standard"/>
            </w:pPr>
            <w:r>
              <w:t xml:space="preserve">2.     </w:t>
            </w:r>
            <w:r w:rsidR="0089762D">
              <w:object w:dxaOrig="20640" w:dyaOrig="3360">
                <v:shape id="Object2" o:spid="_x0000_i1026" type="#_x0000_t75" style="width:85.5pt;height:14.25pt;visibility:visible;mso-wrap-style:square" o:ole="">
                  <v:imagedata r:id="rId8" o:title=""/>
                </v:shape>
                <o:OLEObject Type="Embed" ProgID="Equation.DSMT4" ShapeID="Object2" DrawAspect="Content" ObjectID="_1503374929" r:id="rId9"/>
              </w:object>
            </w:r>
          </w:p>
        </w:tc>
      </w:tr>
      <w:tr w:rsidR="0089762D" w:rsidTr="0089762D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62D" w:rsidRDefault="00667BA1">
            <w:pPr>
              <w:pStyle w:val="Standard"/>
            </w:pPr>
            <w:r>
              <w:t xml:space="preserve">3.     </w:t>
            </w:r>
            <w:r w:rsidR="0089762D">
              <w:object w:dxaOrig="17280" w:dyaOrig="3360">
                <v:shape id="Object3" o:spid="_x0000_i1027" type="#_x0000_t75" style="width:1in;height:14.25pt;visibility:visible;mso-wrap-style:square" o:ole="">
                  <v:imagedata r:id="rId10" o:title=""/>
                </v:shape>
                <o:OLEObject Type="Embed" ProgID="Equation.DSMT4" ShapeID="Object3" DrawAspect="Content" ObjectID="_1503374930" r:id="rId11"/>
              </w:object>
            </w: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62D" w:rsidRDefault="00667BA1">
            <w:pPr>
              <w:pStyle w:val="Standard"/>
            </w:pPr>
            <w:r>
              <w:t xml:space="preserve">4.     </w:t>
            </w:r>
            <w:r w:rsidR="0089762D">
              <w:object w:dxaOrig="18720" w:dyaOrig="3360">
                <v:shape id="Object4" o:spid="_x0000_i1028" type="#_x0000_t75" style="width:78pt;height:14.25pt;visibility:visible;mso-wrap-style:square" o:ole="">
                  <v:imagedata r:id="rId12" o:title=""/>
                </v:shape>
                <o:OLEObject Type="Embed" ProgID="Equation.DSMT4" ShapeID="Object4" DrawAspect="Content" ObjectID="_1503374931" r:id="rId13"/>
              </w:object>
            </w:r>
          </w:p>
        </w:tc>
      </w:tr>
      <w:tr w:rsidR="0089762D" w:rsidTr="0089762D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62D" w:rsidRDefault="00667BA1">
            <w:pPr>
              <w:pStyle w:val="Standard"/>
            </w:pPr>
            <w:r>
              <w:t xml:space="preserve">5.     </w:t>
            </w:r>
            <w:r w:rsidR="0089762D">
              <w:object w:dxaOrig="18720" w:dyaOrig="3360">
                <v:shape id="Object5" o:spid="_x0000_i1029" type="#_x0000_t75" style="width:78pt;height:14.25pt;visibility:visible;mso-wrap-style:square" o:ole="">
                  <v:imagedata r:id="rId14" o:title=""/>
                </v:shape>
                <o:OLEObject Type="Embed" ProgID="Equation.DSMT4" ShapeID="Object5" DrawAspect="Content" ObjectID="_1503374932" r:id="rId15"/>
              </w:object>
            </w: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62D" w:rsidRDefault="00667BA1">
            <w:pPr>
              <w:pStyle w:val="Standard"/>
            </w:pPr>
            <w:r>
              <w:t xml:space="preserve">6.     </w:t>
            </w:r>
            <w:r w:rsidR="0089762D">
              <w:object w:dxaOrig="17280" w:dyaOrig="3360">
                <v:shape id="Object6" o:spid="_x0000_i1030" type="#_x0000_t75" style="width:1in;height:14.25pt;visibility:visible;mso-wrap-style:square" o:ole="">
                  <v:imagedata r:id="rId16" o:title=""/>
                </v:shape>
                <o:OLEObject Type="Embed" ProgID="Equation.DSMT4" ShapeID="Object6" DrawAspect="Content" ObjectID="_1503374933" r:id="rId17"/>
              </w:object>
            </w:r>
          </w:p>
        </w:tc>
      </w:tr>
      <w:tr w:rsidR="0089762D" w:rsidTr="0089762D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62D" w:rsidRDefault="00667BA1">
            <w:pPr>
              <w:pStyle w:val="Standard"/>
            </w:pPr>
            <w:r>
              <w:lastRenderedPageBreak/>
              <w:t xml:space="preserve">7.     </w:t>
            </w:r>
            <w:r w:rsidR="0089762D">
              <w:object w:dxaOrig="16560" w:dyaOrig="3360">
                <v:shape id="Object7" o:spid="_x0000_i1031" type="#_x0000_t75" style="width:69pt;height:14.25pt;visibility:visible;mso-wrap-style:square" o:ole="">
                  <v:imagedata r:id="rId18" o:title=""/>
                </v:shape>
                <o:OLEObject Type="Embed" ProgID="Equation.DSMT4" ShapeID="Object7" DrawAspect="Content" ObjectID="_1503374934" r:id="rId19"/>
              </w:object>
            </w: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62D" w:rsidRDefault="00667BA1">
            <w:pPr>
              <w:pStyle w:val="Standard"/>
            </w:pPr>
            <w:r>
              <w:t xml:space="preserve">8. </w:t>
            </w:r>
            <w:r>
              <w:t xml:space="preserve">    </w:t>
            </w:r>
            <w:r w:rsidR="0089762D">
              <w:object w:dxaOrig="31200" w:dyaOrig="6720">
                <v:shape id="Object8" o:spid="_x0000_i1032" type="#_x0000_t75" style="width:65.25pt;height:14.25pt;visibility:visible;mso-wrap-style:square" o:ole="">
                  <v:imagedata r:id="rId20" o:title=""/>
                </v:shape>
                <o:OLEObject Type="Embed" ProgID="Equation.DSMT4" ShapeID="Object8" DrawAspect="Content" ObjectID="_1503374935" r:id="rId21"/>
              </w:object>
            </w:r>
          </w:p>
        </w:tc>
      </w:tr>
      <w:tr w:rsidR="0089762D" w:rsidTr="0089762D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62D" w:rsidRDefault="00667BA1">
            <w:pPr>
              <w:pStyle w:val="Standard"/>
            </w:pPr>
            <w:r>
              <w:t xml:space="preserve">9.     </w:t>
            </w:r>
            <w:r w:rsidR="0089762D">
              <w:object w:dxaOrig="20640" w:dyaOrig="3360">
                <v:shape id="Object9" o:spid="_x0000_i1033" type="#_x0000_t75" style="width:85.5pt;height:14.25pt;visibility:visible;mso-wrap-style:square" o:ole="">
                  <v:imagedata r:id="rId22" o:title=""/>
                </v:shape>
                <o:OLEObject Type="Embed" ProgID="Equation.DSMT4" ShapeID="Object9" DrawAspect="Content" ObjectID="_1503374936" r:id="rId23"/>
              </w:object>
            </w: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62D" w:rsidRDefault="00667BA1">
            <w:pPr>
              <w:pStyle w:val="Standard"/>
            </w:pPr>
            <w:r>
              <w:t xml:space="preserve">10.     </w:t>
            </w:r>
            <w:r w:rsidR="0089762D">
              <w:object w:dxaOrig="21600" w:dyaOrig="3360">
                <v:shape id="Object10" o:spid="_x0000_i1034" type="#_x0000_t75" style="width:90pt;height:14.25pt;visibility:visible;mso-wrap-style:square" o:ole="">
                  <v:imagedata r:id="rId24" o:title=""/>
                </v:shape>
                <o:OLEObject Type="Embed" ProgID="Equation.DSMT4" ShapeID="Object10" DrawAspect="Content" ObjectID="_1503374937" r:id="rId25"/>
              </w:object>
            </w:r>
          </w:p>
        </w:tc>
      </w:tr>
      <w:tr w:rsidR="0089762D" w:rsidTr="0089762D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62D" w:rsidRDefault="00667BA1">
            <w:pPr>
              <w:pStyle w:val="Standard"/>
            </w:pPr>
            <w:r>
              <w:t xml:space="preserve">11.     </w:t>
            </w:r>
            <w:r w:rsidR="0089762D">
              <w:object w:dxaOrig="23760" w:dyaOrig="3360">
                <v:shape id="Object11" o:spid="_x0000_i1035" type="#_x0000_t75" style="width:98.25pt;height:14.25pt;visibility:visible;mso-wrap-style:square" o:ole="">
                  <v:imagedata r:id="rId26" o:title=""/>
                </v:shape>
                <o:OLEObject Type="Embed" ProgID="Equation.DSMT4" ShapeID="Object11" DrawAspect="Content" ObjectID="_1503374938" r:id="rId27"/>
              </w:objec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62D" w:rsidRDefault="00667BA1">
            <w:pPr>
              <w:pStyle w:val="Standard"/>
            </w:pPr>
            <w:r>
              <w:t xml:space="preserve">12.     </w:t>
            </w:r>
            <w:r w:rsidR="0089762D">
              <w:object w:dxaOrig="30720" w:dyaOrig="6720">
                <v:shape id="Object12" o:spid="_x0000_i1036" type="#_x0000_t75" style="width:64.5pt;height:14.25pt;visibility:visible;mso-wrap-style:square" o:ole="">
                  <v:imagedata r:id="rId28" o:title=""/>
                </v:shape>
                <o:OLEObject Type="Embed" ProgID="Equation.DSMT4" ShapeID="Object12" DrawAspect="Content" ObjectID="_1503374939" r:id="rId29"/>
              </w:object>
            </w: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  <w:p w:rsidR="0089762D" w:rsidRDefault="0089762D">
            <w:pPr>
              <w:pStyle w:val="Standard"/>
            </w:pPr>
          </w:p>
        </w:tc>
      </w:tr>
    </w:tbl>
    <w:p w:rsidR="0089762D" w:rsidRDefault="0089762D">
      <w:pPr>
        <w:pStyle w:val="Standard"/>
      </w:pPr>
    </w:p>
    <w:sectPr w:rsidR="0089762D" w:rsidSect="0089762D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62D" w:rsidRDefault="0089762D" w:rsidP="0089762D">
      <w:r>
        <w:separator/>
      </w:r>
    </w:p>
  </w:endnote>
  <w:endnote w:type="continuationSeparator" w:id="0">
    <w:p w:rsidR="0089762D" w:rsidRDefault="0089762D" w:rsidP="00897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62D" w:rsidRDefault="00667BA1" w:rsidP="0089762D">
      <w:r w:rsidRPr="0089762D">
        <w:rPr>
          <w:color w:val="000000"/>
        </w:rPr>
        <w:separator/>
      </w:r>
    </w:p>
  </w:footnote>
  <w:footnote w:type="continuationSeparator" w:id="0">
    <w:p w:rsidR="0089762D" w:rsidRDefault="0089762D" w:rsidP="008976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762D"/>
    <w:rsid w:val="00667BA1"/>
    <w:rsid w:val="00897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9762D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89762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89762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89762D"/>
    <w:pPr>
      <w:spacing w:after="120"/>
    </w:pPr>
  </w:style>
  <w:style w:type="paragraph" w:styleId="List">
    <w:name w:val="List"/>
    <w:basedOn w:val="Textbody"/>
    <w:rsid w:val="0089762D"/>
    <w:rPr>
      <w:rFonts w:cs="Mangal"/>
    </w:rPr>
  </w:style>
  <w:style w:type="paragraph" w:styleId="Caption">
    <w:name w:val="caption"/>
    <w:basedOn w:val="Standard"/>
    <w:rsid w:val="0089762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89762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89762D"/>
    <w:pPr>
      <w:suppressLineNumbers/>
    </w:pPr>
  </w:style>
  <w:style w:type="paragraph" w:customStyle="1" w:styleId="TableHeading">
    <w:name w:val="Table Heading"/>
    <w:basedOn w:val="TableContents"/>
    <w:rsid w:val="0089762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546</Characters>
  <Application>Microsoft Office Word</Application>
  <DocSecurity>0</DocSecurity>
  <Lines>4</Lines>
  <Paragraphs>1</Paragraphs>
  <ScaleCrop>false</ScaleCrop>
  <Company>Oxford Area School District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2</cp:revision>
  <cp:lastPrinted>2010-09-13T08:45:00Z</cp:lastPrinted>
  <dcterms:created xsi:type="dcterms:W3CDTF">2015-09-10T11:22:00Z</dcterms:created>
  <dcterms:modified xsi:type="dcterms:W3CDTF">2015-09-10T11:22:00Z</dcterms:modified>
</cp:coreProperties>
</file>